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04E948" w14:textId="77777777" w:rsidR="00EE4E2F" w:rsidRDefault="00EE4E2F" w:rsidP="00DB0B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1291E196" w14:textId="77777777" w:rsidR="00B021CA" w:rsidRDefault="00B021CA" w:rsidP="00DB0B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099CD61A" w14:textId="77777777" w:rsidR="00C45A68" w:rsidRPr="00C33814" w:rsidRDefault="00C45A68" w:rsidP="00DB0B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7F14C6D1" w14:textId="77777777" w:rsidR="00C52DA5" w:rsidRPr="00C33814" w:rsidRDefault="00C52DA5" w:rsidP="00DB0B3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t-EE"/>
        </w:rPr>
      </w:pPr>
    </w:p>
    <w:p w14:paraId="0B04E949" w14:textId="000CD389" w:rsidR="00527D98" w:rsidRDefault="00810451" w:rsidP="00831BC0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t-EE"/>
        </w:rPr>
      </w:pPr>
      <w:r w:rsidRPr="008827AE">
        <w:rPr>
          <w:rFonts w:ascii="Times New Roman" w:hAnsi="Times New Roman" w:cs="Times New Roman"/>
          <w:b/>
          <w:sz w:val="24"/>
          <w:szCs w:val="24"/>
          <w:lang w:val="et-EE"/>
        </w:rPr>
        <w:t>Konkurentsi</w:t>
      </w:r>
      <w:r w:rsidR="000F0C4D" w:rsidRPr="008827AE">
        <w:rPr>
          <w:rFonts w:ascii="Times New Roman" w:hAnsi="Times New Roman" w:cs="Times New Roman"/>
          <w:b/>
          <w:sz w:val="24"/>
          <w:szCs w:val="24"/>
          <w:lang w:val="et-EE"/>
        </w:rPr>
        <w:t>amet</w:t>
      </w:r>
      <w:r w:rsidR="008E41EF" w:rsidRPr="008827AE">
        <w:rPr>
          <w:rFonts w:ascii="Times New Roman" w:hAnsi="Times New Roman" w:cs="Times New Roman"/>
          <w:b/>
          <w:sz w:val="24"/>
          <w:szCs w:val="24"/>
          <w:lang w:val="et-EE"/>
        </w:rPr>
        <w:t xml:space="preserve">      </w:t>
      </w:r>
      <w:r w:rsidR="008E41EF">
        <w:rPr>
          <w:rFonts w:ascii="Times New Roman" w:hAnsi="Times New Roman" w:cs="Times New Roman"/>
          <w:bCs/>
          <w:sz w:val="24"/>
          <w:szCs w:val="24"/>
          <w:lang w:val="et-EE"/>
        </w:rPr>
        <w:t xml:space="preserve">                                                    </w:t>
      </w:r>
      <w:r w:rsidR="003108C4">
        <w:rPr>
          <w:rFonts w:ascii="Times New Roman" w:hAnsi="Times New Roman" w:cs="Times New Roman"/>
          <w:bCs/>
          <w:sz w:val="24"/>
          <w:szCs w:val="24"/>
          <w:lang w:val="et-EE"/>
        </w:rPr>
        <w:t xml:space="preserve">Teie </w:t>
      </w:r>
      <w:r w:rsidR="008E41EF">
        <w:rPr>
          <w:rFonts w:ascii="Times New Roman" w:hAnsi="Times New Roman" w:cs="Times New Roman"/>
          <w:bCs/>
          <w:sz w:val="24"/>
          <w:szCs w:val="24"/>
        </w:rPr>
        <w:t>26</w:t>
      </w:r>
      <w:r w:rsidR="003108C4" w:rsidRPr="003108C4">
        <w:rPr>
          <w:rFonts w:ascii="Times New Roman" w:hAnsi="Times New Roman" w:cs="Times New Roman"/>
          <w:bCs/>
          <w:sz w:val="24"/>
          <w:szCs w:val="24"/>
        </w:rPr>
        <w:t>.</w:t>
      </w:r>
      <w:r w:rsidR="008E41EF">
        <w:rPr>
          <w:rFonts w:ascii="Times New Roman" w:hAnsi="Times New Roman" w:cs="Times New Roman"/>
          <w:bCs/>
          <w:sz w:val="24"/>
          <w:szCs w:val="24"/>
        </w:rPr>
        <w:t>03</w:t>
      </w:r>
      <w:r w:rsidR="003108C4" w:rsidRPr="003108C4">
        <w:rPr>
          <w:rFonts w:ascii="Times New Roman" w:hAnsi="Times New Roman" w:cs="Times New Roman"/>
          <w:bCs/>
          <w:sz w:val="24"/>
          <w:szCs w:val="24"/>
        </w:rPr>
        <w:t>.202</w:t>
      </w:r>
      <w:r w:rsidR="008E41EF">
        <w:rPr>
          <w:rFonts w:ascii="Times New Roman" w:hAnsi="Times New Roman" w:cs="Times New Roman"/>
          <w:bCs/>
          <w:sz w:val="24"/>
          <w:szCs w:val="24"/>
        </w:rPr>
        <w:t>5</w:t>
      </w:r>
      <w:r w:rsidR="003108C4" w:rsidRPr="003108C4">
        <w:rPr>
          <w:rFonts w:ascii="Times New Roman" w:hAnsi="Times New Roman" w:cs="Times New Roman"/>
          <w:bCs/>
          <w:sz w:val="24"/>
          <w:szCs w:val="24"/>
        </w:rPr>
        <w:t xml:space="preserve"> nr </w:t>
      </w:r>
      <w:r w:rsidR="008E41EF">
        <w:rPr>
          <w:rFonts w:ascii="Times New Roman" w:hAnsi="Times New Roman" w:cs="Times New Roman"/>
          <w:bCs/>
          <w:sz w:val="24"/>
          <w:szCs w:val="24"/>
        </w:rPr>
        <w:t>5-1/24-0001-040-2</w:t>
      </w:r>
    </w:p>
    <w:p w14:paraId="782B54B8" w14:textId="77777777" w:rsidR="009214B3" w:rsidRDefault="009214B3" w:rsidP="009214B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t-EE"/>
        </w:rPr>
      </w:pPr>
    </w:p>
    <w:p w14:paraId="0B04E94B" w14:textId="7F004D12" w:rsidR="00073C5E" w:rsidRPr="009214B3" w:rsidRDefault="008E41EF" w:rsidP="009214B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t-EE"/>
        </w:rPr>
      </w:pPr>
      <w:hyperlink r:id="rId7" w:history="1">
        <w:r w:rsidRPr="00636676">
          <w:rPr>
            <w:rStyle w:val="Hperlink"/>
            <w:rFonts w:ascii="Times New Roman" w:hAnsi="Times New Roman" w:cs="Times New Roman"/>
            <w:bCs/>
            <w:sz w:val="24"/>
            <w:szCs w:val="24"/>
            <w:lang w:val="et-EE"/>
          </w:rPr>
          <w:t>annabellcarina.katalsepp@konkurentsiamet.ee</w:t>
        </w:r>
      </w:hyperlink>
      <w:r>
        <w:rPr>
          <w:rFonts w:ascii="Times New Roman" w:hAnsi="Times New Roman" w:cs="Times New Roman"/>
          <w:bCs/>
          <w:sz w:val="24"/>
          <w:szCs w:val="24"/>
          <w:lang w:val="et-EE"/>
        </w:rPr>
        <w:t xml:space="preserve"> </w:t>
      </w:r>
      <w:r w:rsidR="00B43D60">
        <w:rPr>
          <w:rFonts w:ascii="Times New Roman" w:hAnsi="Times New Roman" w:cs="Times New Roman"/>
          <w:bCs/>
          <w:sz w:val="24"/>
          <w:szCs w:val="24"/>
          <w:lang w:val="et-EE"/>
        </w:rPr>
        <w:t xml:space="preserve"> </w:t>
      </w:r>
      <w:r w:rsidR="00C91B49">
        <w:t xml:space="preserve"> </w:t>
      </w:r>
      <w:r w:rsidR="009B100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8250A0" w:rsidRPr="00C33814">
        <w:rPr>
          <w:rFonts w:ascii="Times New Roman" w:hAnsi="Times New Roman" w:cs="Times New Roman"/>
          <w:sz w:val="24"/>
          <w:szCs w:val="24"/>
          <w:lang w:val="et-EE"/>
        </w:rPr>
        <w:t xml:space="preserve">       </w:t>
      </w:r>
      <w:r w:rsidR="00527D98" w:rsidRPr="00C33814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A66E48">
        <w:rPr>
          <w:rFonts w:ascii="Times New Roman" w:hAnsi="Times New Roman" w:cs="Times New Roman"/>
          <w:sz w:val="24"/>
          <w:szCs w:val="24"/>
          <w:lang w:val="et-EE"/>
        </w:rPr>
        <w:t xml:space="preserve">  </w:t>
      </w:r>
      <w:r w:rsidR="003108C4" w:rsidRPr="00DC0BB7">
        <w:rPr>
          <w:rFonts w:ascii="Times New Roman" w:hAnsi="Times New Roman" w:cs="Times New Roman"/>
          <w:sz w:val="24"/>
          <w:szCs w:val="24"/>
          <w:lang w:val="et-EE"/>
        </w:rPr>
        <w:t xml:space="preserve">Meie </w:t>
      </w:r>
      <w:r w:rsidRPr="00A66E48">
        <w:rPr>
          <w:rFonts w:ascii="Times New Roman" w:hAnsi="Times New Roman" w:cs="Times New Roman"/>
          <w:sz w:val="24"/>
          <w:szCs w:val="24"/>
          <w:lang w:val="et-EE"/>
        </w:rPr>
        <w:t>0</w:t>
      </w:r>
      <w:r w:rsidR="00F53E30" w:rsidRPr="00A66E48">
        <w:rPr>
          <w:rFonts w:ascii="Times New Roman" w:hAnsi="Times New Roman" w:cs="Times New Roman"/>
          <w:sz w:val="24"/>
          <w:szCs w:val="24"/>
          <w:lang w:val="et-EE"/>
        </w:rPr>
        <w:t>8</w:t>
      </w:r>
      <w:r w:rsidR="003108C4" w:rsidRPr="00A66E48">
        <w:rPr>
          <w:rFonts w:ascii="Times New Roman" w:hAnsi="Times New Roman" w:cs="Times New Roman"/>
          <w:sz w:val="24"/>
          <w:szCs w:val="24"/>
          <w:lang w:val="et-EE"/>
        </w:rPr>
        <w:t>.</w:t>
      </w:r>
      <w:r w:rsidRPr="00A66E48">
        <w:rPr>
          <w:rFonts w:ascii="Times New Roman" w:hAnsi="Times New Roman" w:cs="Times New Roman"/>
          <w:sz w:val="24"/>
          <w:szCs w:val="24"/>
          <w:lang w:val="et-EE"/>
        </w:rPr>
        <w:t>04</w:t>
      </w:r>
      <w:r w:rsidR="00D15CDB" w:rsidRPr="00A66E48">
        <w:rPr>
          <w:rFonts w:ascii="Times New Roman" w:hAnsi="Times New Roman" w:cs="Times New Roman"/>
          <w:sz w:val="24"/>
          <w:szCs w:val="24"/>
          <w:lang w:val="et-EE"/>
        </w:rPr>
        <w:t>.202</w:t>
      </w:r>
      <w:r w:rsidRPr="00A66E48">
        <w:rPr>
          <w:rFonts w:ascii="Times New Roman" w:hAnsi="Times New Roman" w:cs="Times New Roman"/>
          <w:sz w:val="24"/>
          <w:szCs w:val="24"/>
          <w:lang w:val="et-EE"/>
        </w:rPr>
        <w:t>5</w:t>
      </w:r>
      <w:r w:rsidR="00D15CDB" w:rsidRPr="00A66E48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D15CDB" w:rsidRPr="00DC0BB7">
        <w:rPr>
          <w:rFonts w:ascii="Times New Roman" w:hAnsi="Times New Roman" w:cs="Times New Roman"/>
          <w:sz w:val="24"/>
          <w:szCs w:val="24"/>
          <w:lang w:val="et-EE"/>
        </w:rPr>
        <w:t xml:space="preserve">nr </w:t>
      </w:r>
      <w:r>
        <w:rPr>
          <w:rFonts w:ascii="Times New Roman" w:hAnsi="Times New Roman" w:cs="Times New Roman"/>
          <w:color w:val="171717"/>
          <w:sz w:val="24"/>
          <w:szCs w:val="24"/>
          <w:shd w:val="clear" w:color="auto" w:fill="FFFFFF"/>
        </w:rPr>
        <w:t>9</w:t>
      </w:r>
      <w:r w:rsidR="00DC0BB7" w:rsidRPr="00DC0BB7">
        <w:rPr>
          <w:rFonts w:ascii="Times New Roman" w:hAnsi="Times New Roman" w:cs="Times New Roman"/>
          <w:color w:val="171717"/>
          <w:sz w:val="24"/>
          <w:szCs w:val="24"/>
          <w:shd w:val="clear" w:color="auto" w:fill="FFFFFF"/>
        </w:rPr>
        <w:t>-</w:t>
      </w:r>
      <w:r>
        <w:rPr>
          <w:rFonts w:ascii="Times New Roman" w:hAnsi="Times New Roman" w:cs="Times New Roman"/>
          <w:color w:val="171717"/>
          <w:sz w:val="24"/>
          <w:szCs w:val="24"/>
          <w:shd w:val="clear" w:color="auto" w:fill="FFFFFF"/>
        </w:rPr>
        <w:t>1.3</w:t>
      </w:r>
      <w:r w:rsidR="00DC0BB7" w:rsidRPr="00DC0BB7">
        <w:rPr>
          <w:rFonts w:ascii="Times New Roman" w:hAnsi="Times New Roman" w:cs="Times New Roman"/>
          <w:color w:val="171717"/>
          <w:sz w:val="24"/>
          <w:szCs w:val="24"/>
          <w:shd w:val="clear" w:color="auto" w:fill="FFFFFF"/>
        </w:rPr>
        <w:t>/</w:t>
      </w:r>
      <w:r>
        <w:rPr>
          <w:rFonts w:ascii="Times New Roman" w:hAnsi="Times New Roman" w:cs="Times New Roman"/>
          <w:color w:val="171717"/>
          <w:sz w:val="24"/>
          <w:szCs w:val="24"/>
          <w:shd w:val="clear" w:color="auto" w:fill="FFFFFF"/>
        </w:rPr>
        <w:t>1018</w:t>
      </w:r>
      <w:r w:rsidR="00DC0BB7" w:rsidRPr="00DC0BB7">
        <w:rPr>
          <w:rFonts w:ascii="Times New Roman" w:hAnsi="Times New Roman" w:cs="Times New Roman"/>
          <w:color w:val="171717"/>
          <w:sz w:val="24"/>
          <w:szCs w:val="24"/>
          <w:shd w:val="clear" w:color="auto" w:fill="FFFFFF"/>
        </w:rPr>
        <w:t>-</w:t>
      </w:r>
      <w:r w:rsidR="00483B16">
        <w:rPr>
          <w:rFonts w:ascii="Times New Roman" w:hAnsi="Times New Roman" w:cs="Times New Roman"/>
          <w:color w:val="171717"/>
          <w:sz w:val="24"/>
          <w:szCs w:val="24"/>
          <w:shd w:val="clear" w:color="auto" w:fill="FFFFFF"/>
        </w:rPr>
        <w:t>2</w:t>
      </w:r>
    </w:p>
    <w:p w14:paraId="0B04E94C" w14:textId="77777777" w:rsidR="00F53342" w:rsidRPr="001820F1" w:rsidRDefault="00F53342" w:rsidP="00DB0B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0B04E94D" w14:textId="77777777" w:rsidR="00F53342" w:rsidRPr="001820F1" w:rsidRDefault="00F53342" w:rsidP="00DB0B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78D85EA1" w14:textId="77777777" w:rsidR="00B021CA" w:rsidRPr="001820F1" w:rsidRDefault="00B021CA" w:rsidP="00EF2C5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6947F21E" w14:textId="77777777" w:rsidR="00C45A68" w:rsidRPr="001820F1" w:rsidRDefault="00C45A68" w:rsidP="00EF2C5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62C5CF66" w14:textId="312FBDEF" w:rsidR="0035778D" w:rsidRDefault="00E403B7" w:rsidP="00EF2C5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t-EE"/>
        </w:rPr>
      </w:pPr>
      <w:r>
        <w:rPr>
          <w:rFonts w:ascii="Times New Roman" w:hAnsi="Times New Roman" w:cs="Times New Roman"/>
          <w:b/>
          <w:sz w:val="24"/>
          <w:szCs w:val="24"/>
          <w:lang w:val="et-EE"/>
        </w:rPr>
        <w:t>Tagasiside meetmete rakendamise</w:t>
      </w:r>
      <w:r w:rsidR="0056122F">
        <w:rPr>
          <w:rFonts w:ascii="Times New Roman" w:hAnsi="Times New Roman" w:cs="Times New Roman"/>
          <w:b/>
          <w:sz w:val="24"/>
          <w:szCs w:val="24"/>
          <w:lang w:val="et-EE"/>
        </w:rPr>
        <w:t xml:space="preserve"> kohta</w:t>
      </w:r>
    </w:p>
    <w:p w14:paraId="21D2122A" w14:textId="77777777" w:rsidR="00024F49" w:rsidRDefault="00024F49" w:rsidP="00EF2C5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41C3448C" w14:textId="6E152603" w:rsidR="00EF2C5D" w:rsidRDefault="00024F49" w:rsidP="00EF2C5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t-EE"/>
        </w:rPr>
      </w:pPr>
      <w:r>
        <w:rPr>
          <w:rFonts w:ascii="Times New Roman" w:hAnsi="Times New Roman" w:cs="Times New Roman"/>
          <w:bCs/>
          <w:sz w:val="24"/>
          <w:szCs w:val="24"/>
          <w:lang w:val="et-EE"/>
        </w:rPr>
        <w:t xml:space="preserve">Märjamaa vallas </w:t>
      </w:r>
      <w:r w:rsidR="00672E9C">
        <w:rPr>
          <w:rFonts w:ascii="Times New Roman" w:hAnsi="Times New Roman" w:cs="Times New Roman"/>
          <w:bCs/>
          <w:sz w:val="24"/>
          <w:szCs w:val="24"/>
          <w:lang w:val="et-EE"/>
        </w:rPr>
        <w:t xml:space="preserve">on </w:t>
      </w:r>
      <w:r w:rsidR="0073761D">
        <w:rPr>
          <w:rFonts w:ascii="Times New Roman" w:hAnsi="Times New Roman" w:cs="Times New Roman"/>
          <w:bCs/>
          <w:sz w:val="24"/>
          <w:szCs w:val="24"/>
          <w:lang w:val="et-EE"/>
        </w:rPr>
        <w:t xml:space="preserve">avaliku laadimistaristu turg </w:t>
      </w:r>
      <w:r w:rsidR="00974F29">
        <w:rPr>
          <w:rFonts w:ascii="Times New Roman" w:hAnsi="Times New Roman" w:cs="Times New Roman"/>
          <w:bCs/>
          <w:sz w:val="24"/>
          <w:szCs w:val="24"/>
          <w:lang w:val="et-EE"/>
        </w:rPr>
        <w:t>algfaasis</w:t>
      </w:r>
      <w:r w:rsidR="00D23562">
        <w:rPr>
          <w:rFonts w:ascii="Times New Roman" w:hAnsi="Times New Roman" w:cs="Times New Roman"/>
          <w:bCs/>
          <w:sz w:val="24"/>
          <w:szCs w:val="24"/>
          <w:lang w:val="et-EE"/>
        </w:rPr>
        <w:t>, p</w:t>
      </w:r>
      <w:r w:rsidR="0001775D">
        <w:rPr>
          <w:rFonts w:ascii="Times New Roman" w:hAnsi="Times New Roman" w:cs="Times New Roman"/>
          <w:bCs/>
          <w:sz w:val="24"/>
          <w:szCs w:val="24"/>
          <w:lang w:val="et-EE"/>
        </w:rPr>
        <w:t xml:space="preserve">uudub </w:t>
      </w:r>
      <w:r w:rsidR="00373227">
        <w:rPr>
          <w:rFonts w:ascii="Times New Roman" w:hAnsi="Times New Roman" w:cs="Times New Roman"/>
          <w:bCs/>
          <w:sz w:val="24"/>
          <w:szCs w:val="24"/>
          <w:lang w:val="et-EE"/>
        </w:rPr>
        <w:t>konkurents ja positsioonivõitlus</w:t>
      </w:r>
      <w:r w:rsidR="00F90057">
        <w:rPr>
          <w:rFonts w:ascii="Times New Roman" w:hAnsi="Times New Roman" w:cs="Times New Roman"/>
          <w:bCs/>
          <w:sz w:val="24"/>
          <w:szCs w:val="24"/>
          <w:lang w:val="et-EE"/>
        </w:rPr>
        <w:t xml:space="preserve"> ning l</w:t>
      </w:r>
      <w:r w:rsidR="00D23562">
        <w:rPr>
          <w:rFonts w:ascii="Times New Roman" w:hAnsi="Times New Roman" w:cs="Times New Roman"/>
          <w:bCs/>
          <w:sz w:val="24"/>
          <w:szCs w:val="24"/>
          <w:lang w:val="et-EE"/>
        </w:rPr>
        <w:t>a</w:t>
      </w:r>
      <w:r w:rsidR="007E4AC4">
        <w:rPr>
          <w:rFonts w:ascii="Times New Roman" w:hAnsi="Times New Roman" w:cs="Times New Roman"/>
          <w:bCs/>
          <w:sz w:val="24"/>
          <w:szCs w:val="24"/>
          <w:lang w:val="et-EE"/>
        </w:rPr>
        <w:t>ialdasem huvi laadimistaristu laiendamise</w:t>
      </w:r>
      <w:r w:rsidR="00F90057">
        <w:rPr>
          <w:rFonts w:ascii="Times New Roman" w:hAnsi="Times New Roman" w:cs="Times New Roman"/>
          <w:bCs/>
          <w:sz w:val="24"/>
          <w:szCs w:val="24"/>
          <w:lang w:val="et-EE"/>
        </w:rPr>
        <w:t>ks</w:t>
      </w:r>
      <w:r w:rsidR="00245616">
        <w:rPr>
          <w:rFonts w:ascii="Times New Roman" w:hAnsi="Times New Roman" w:cs="Times New Roman"/>
          <w:bCs/>
          <w:sz w:val="24"/>
          <w:szCs w:val="24"/>
          <w:lang w:val="et-EE"/>
        </w:rPr>
        <w:t xml:space="preserve">. Põhjuseks võib olla </w:t>
      </w:r>
      <w:r w:rsidR="00A92169">
        <w:rPr>
          <w:rFonts w:ascii="Times New Roman" w:hAnsi="Times New Roman" w:cs="Times New Roman"/>
          <w:bCs/>
          <w:sz w:val="24"/>
          <w:szCs w:val="24"/>
          <w:lang w:val="et-EE"/>
        </w:rPr>
        <w:t>elektriautode vähesus</w:t>
      </w:r>
      <w:r w:rsidR="005476EB">
        <w:rPr>
          <w:rFonts w:ascii="Times New Roman" w:hAnsi="Times New Roman" w:cs="Times New Roman"/>
          <w:bCs/>
          <w:sz w:val="24"/>
          <w:szCs w:val="24"/>
          <w:lang w:val="et-EE"/>
        </w:rPr>
        <w:t xml:space="preserve"> ja </w:t>
      </w:r>
      <w:r w:rsidR="00EC6C43">
        <w:rPr>
          <w:rFonts w:ascii="Times New Roman" w:hAnsi="Times New Roman" w:cs="Times New Roman"/>
          <w:bCs/>
          <w:sz w:val="24"/>
          <w:szCs w:val="24"/>
          <w:lang w:val="et-EE"/>
        </w:rPr>
        <w:t>Tallinn-Pärnu-Ikla riigimaantee ümberehituste ootus</w:t>
      </w:r>
      <w:r w:rsidR="007C1F0C">
        <w:rPr>
          <w:rFonts w:ascii="Times New Roman" w:hAnsi="Times New Roman" w:cs="Times New Roman"/>
          <w:bCs/>
          <w:sz w:val="24"/>
          <w:szCs w:val="24"/>
          <w:lang w:val="et-EE"/>
        </w:rPr>
        <w:t>.</w:t>
      </w:r>
      <w:r w:rsidR="00A92169">
        <w:rPr>
          <w:rFonts w:ascii="Times New Roman" w:hAnsi="Times New Roman" w:cs="Times New Roman"/>
          <w:bCs/>
          <w:sz w:val="24"/>
          <w:szCs w:val="24"/>
          <w:lang w:val="et-EE"/>
        </w:rPr>
        <w:t xml:space="preserve"> </w:t>
      </w:r>
    </w:p>
    <w:p w14:paraId="02349AF4" w14:textId="77777777" w:rsidR="00090CBB" w:rsidRDefault="00090CBB" w:rsidP="00EF2C5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t-EE"/>
        </w:rPr>
      </w:pPr>
    </w:p>
    <w:p w14:paraId="36C3B5FF" w14:textId="493449D5" w:rsidR="00090CBB" w:rsidRPr="00090CBB" w:rsidRDefault="00090CBB" w:rsidP="00EF2C5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t-EE"/>
        </w:rPr>
      </w:pPr>
      <w:r w:rsidRPr="00090CBB">
        <w:rPr>
          <w:rFonts w:ascii="Times New Roman" w:hAnsi="Times New Roman" w:cs="Times New Roman"/>
          <w:bCs/>
          <w:sz w:val="24"/>
          <w:szCs w:val="24"/>
          <w:lang w:val="et-EE"/>
        </w:rPr>
        <w:t xml:space="preserve">Märjamaa Vallavalitsus ei ole eraldi rakendanud meetmeid avalike laadimispunktide rajamiseks.  Käesoleval ajal Märjamaa Vallavalitsusel puuduvad vahendid  ja võimalused  </w:t>
      </w:r>
      <w:r>
        <w:rPr>
          <w:rFonts w:ascii="Times New Roman" w:hAnsi="Times New Roman" w:cs="Times New Roman"/>
          <w:bCs/>
          <w:sz w:val="24"/>
          <w:szCs w:val="24"/>
          <w:lang w:val="et-EE"/>
        </w:rPr>
        <w:t xml:space="preserve">avaliku </w:t>
      </w:r>
      <w:r w:rsidRPr="00090CBB">
        <w:rPr>
          <w:rFonts w:ascii="Times New Roman" w:hAnsi="Times New Roman" w:cs="Times New Roman"/>
          <w:bCs/>
          <w:sz w:val="24"/>
          <w:szCs w:val="24"/>
          <w:lang w:val="et-EE"/>
        </w:rPr>
        <w:t>laadimistaristu rajamiseks.</w:t>
      </w:r>
    </w:p>
    <w:p w14:paraId="18280910" w14:textId="77777777" w:rsidR="00090CBB" w:rsidRPr="00090CBB" w:rsidRDefault="00090CBB" w:rsidP="00EF2C5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t-EE"/>
        </w:rPr>
      </w:pPr>
    </w:p>
    <w:p w14:paraId="01FF327D" w14:textId="77777777" w:rsidR="00B20DCD" w:rsidRDefault="00B20DCD" w:rsidP="00EF2C5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t-EE"/>
        </w:rPr>
      </w:pPr>
    </w:p>
    <w:p w14:paraId="7A12A4F6" w14:textId="77777777" w:rsidR="00A66E48" w:rsidRDefault="00A66E48" w:rsidP="00EF2C5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t-EE"/>
        </w:rPr>
      </w:pPr>
    </w:p>
    <w:p w14:paraId="5C378F07" w14:textId="77777777" w:rsidR="00A66E48" w:rsidRPr="00E96BD4" w:rsidRDefault="00A66E48" w:rsidP="00EF2C5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t-EE"/>
        </w:rPr>
      </w:pPr>
    </w:p>
    <w:p w14:paraId="750B1A2B" w14:textId="77777777" w:rsidR="00E96BD4" w:rsidRPr="00E96BD4" w:rsidRDefault="00E96BD4" w:rsidP="00EF2C5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t-EE" w:eastAsia="et-EE"/>
        </w:rPr>
      </w:pPr>
      <w:r w:rsidRPr="00E96BD4">
        <w:rPr>
          <w:rFonts w:ascii="Times New Roman" w:eastAsia="Calibri" w:hAnsi="Times New Roman" w:cs="Times New Roman"/>
          <w:sz w:val="24"/>
          <w:szCs w:val="24"/>
          <w:lang w:val="et-EE" w:eastAsia="et-EE"/>
        </w:rPr>
        <w:t>Lugupidamisega</w:t>
      </w:r>
    </w:p>
    <w:p w14:paraId="45F7D776" w14:textId="77777777" w:rsidR="00E96BD4" w:rsidRDefault="00E96BD4" w:rsidP="00EF2C5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t-EE" w:eastAsia="et-EE"/>
        </w:rPr>
      </w:pPr>
    </w:p>
    <w:p w14:paraId="2E5B03E1" w14:textId="77777777" w:rsidR="00A66E48" w:rsidRDefault="00A66E48" w:rsidP="00EF2C5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t-EE" w:eastAsia="et-EE"/>
        </w:rPr>
      </w:pPr>
    </w:p>
    <w:p w14:paraId="1613F138" w14:textId="77777777" w:rsidR="007E20A5" w:rsidRDefault="007E20A5" w:rsidP="00EF2C5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t-EE" w:eastAsia="et-EE"/>
        </w:rPr>
      </w:pPr>
    </w:p>
    <w:p w14:paraId="40528F2B" w14:textId="72B3F93C" w:rsidR="007E20A5" w:rsidRPr="00E96BD4" w:rsidRDefault="00B553BD" w:rsidP="00E96BD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t-EE" w:eastAsia="et-EE"/>
        </w:rPr>
      </w:pPr>
      <w:r w:rsidRPr="00B553BD">
        <w:rPr>
          <w:rFonts w:ascii="Times New Roman" w:eastAsia="Calibri" w:hAnsi="Times New Roman" w:cs="Times New Roman"/>
          <w:sz w:val="24"/>
          <w:szCs w:val="24"/>
          <w:lang w:val="et-EE" w:eastAsia="et-EE"/>
        </w:rPr>
        <w:t>(allkirjastatud digitaalselt)</w:t>
      </w:r>
    </w:p>
    <w:p w14:paraId="50119CD0" w14:textId="77777777" w:rsidR="00E96BD4" w:rsidRPr="00E96BD4" w:rsidRDefault="00E96BD4" w:rsidP="00E96BD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t-EE" w:eastAsia="et-EE"/>
        </w:rPr>
      </w:pPr>
      <w:r w:rsidRPr="00E96BD4">
        <w:rPr>
          <w:rFonts w:ascii="Times New Roman" w:eastAsia="Calibri" w:hAnsi="Times New Roman" w:cs="Times New Roman"/>
          <w:sz w:val="24"/>
          <w:szCs w:val="24"/>
          <w:lang w:val="et-EE" w:eastAsia="et-EE"/>
        </w:rPr>
        <w:t>Mikk Vaarmann</w:t>
      </w:r>
    </w:p>
    <w:p w14:paraId="4EB9B453" w14:textId="4472A95F" w:rsidR="00E96BD4" w:rsidRPr="00E96BD4" w:rsidRDefault="00724D3B" w:rsidP="00E96BD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t-EE" w:eastAsia="et-EE"/>
        </w:rPr>
      </w:pPr>
      <w:r>
        <w:rPr>
          <w:rFonts w:ascii="Times New Roman" w:eastAsia="Calibri" w:hAnsi="Times New Roman" w:cs="Times New Roman"/>
          <w:sz w:val="24"/>
          <w:szCs w:val="24"/>
          <w:lang w:val="et-EE" w:eastAsia="et-EE"/>
        </w:rPr>
        <w:t>e</w:t>
      </w:r>
      <w:r w:rsidR="00E96BD4" w:rsidRPr="00E96BD4">
        <w:rPr>
          <w:rFonts w:ascii="Times New Roman" w:eastAsia="Calibri" w:hAnsi="Times New Roman" w:cs="Times New Roman"/>
          <w:sz w:val="24"/>
          <w:szCs w:val="24"/>
          <w:lang w:val="et-EE" w:eastAsia="et-EE"/>
        </w:rPr>
        <w:t>hitus- ja taristuspetsialist</w:t>
      </w:r>
    </w:p>
    <w:p w14:paraId="7EEB6284" w14:textId="31D69E66" w:rsidR="00E96BD4" w:rsidRDefault="00E96BD4" w:rsidP="00E96BD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t-EE" w:eastAsia="et-EE"/>
        </w:rPr>
      </w:pPr>
    </w:p>
    <w:p w14:paraId="1805E615" w14:textId="77777777" w:rsidR="007E20A5" w:rsidRDefault="007E20A5" w:rsidP="00E96BD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t-EE" w:eastAsia="et-EE"/>
        </w:rPr>
      </w:pPr>
    </w:p>
    <w:p w14:paraId="6671E64D" w14:textId="77777777" w:rsidR="00B20DCD" w:rsidRDefault="00B20DCD" w:rsidP="00DB0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3FC458" w14:textId="77777777" w:rsidR="00B20DCD" w:rsidRDefault="00B20DCD" w:rsidP="00DB0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8BC3FC" w14:textId="77777777" w:rsidR="00296E67" w:rsidRDefault="00296E67" w:rsidP="00DB0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3EED9C" w14:textId="77777777" w:rsidR="00A66E48" w:rsidRDefault="00A66E48" w:rsidP="00DB0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13081A" w14:textId="77777777" w:rsidR="00A66E48" w:rsidRDefault="00A66E48" w:rsidP="00DB0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66AF76" w14:textId="77777777" w:rsidR="00A66E48" w:rsidRDefault="00A66E48" w:rsidP="00DB0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DF824A" w14:textId="77777777" w:rsidR="00A66E48" w:rsidRDefault="00A66E48" w:rsidP="00DB0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752D89" w14:textId="77777777" w:rsidR="00A66E48" w:rsidRDefault="00A66E48" w:rsidP="00DB0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E5206D" w14:textId="77777777" w:rsidR="00A66E48" w:rsidRDefault="00A66E48" w:rsidP="00DB0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E8EC77" w14:textId="77777777" w:rsidR="00A66E48" w:rsidRDefault="00A66E48" w:rsidP="00DB0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7E38C7" w14:textId="77777777" w:rsidR="00A66E48" w:rsidRDefault="00A66E48" w:rsidP="00DB0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F9F021" w14:textId="77777777" w:rsidR="00A66E48" w:rsidRDefault="00A66E48" w:rsidP="00DB0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7BD750" w14:textId="77777777" w:rsidR="002E6E7C" w:rsidRDefault="002E6E7C" w:rsidP="00DB0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CADA8E" w14:textId="65D9D544" w:rsidR="00AB03E8" w:rsidRDefault="00AB03E8" w:rsidP="00DB0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45A68">
        <w:rPr>
          <w:rFonts w:ascii="Times New Roman" w:hAnsi="Times New Roman" w:cs="Times New Roman"/>
          <w:sz w:val="24"/>
          <w:szCs w:val="24"/>
        </w:rPr>
        <w:t>366 5502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C45A68" w:rsidRPr="00104F38">
          <w:rPr>
            <w:rStyle w:val="Hperlink"/>
            <w:rFonts w:ascii="Times New Roman" w:hAnsi="Times New Roman" w:cs="Times New Roman"/>
            <w:sz w:val="24"/>
            <w:szCs w:val="24"/>
          </w:rPr>
          <w:t>mikk.vaarmann@marjamaa.ee</w:t>
        </w:r>
      </w:hyperlink>
    </w:p>
    <w:sectPr w:rsidR="00AB03E8" w:rsidSect="006F385F">
      <w:headerReference w:type="first" r:id="rId9"/>
      <w:footerReference w:type="first" r:id="rId10"/>
      <w:pgSz w:w="11907" w:h="16443" w:code="1"/>
      <w:pgMar w:top="680" w:right="851" w:bottom="68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7C92E0" w14:textId="77777777" w:rsidR="00E85EC9" w:rsidRDefault="00E85EC9" w:rsidP="008849EB">
      <w:pPr>
        <w:spacing w:after="0" w:line="240" w:lineRule="auto"/>
      </w:pPr>
      <w:r>
        <w:separator/>
      </w:r>
    </w:p>
  </w:endnote>
  <w:endnote w:type="continuationSeparator" w:id="0">
    <w:p w14:paraId="418FE8A7" w14:textId="77777777" w:rsidR="00E85EC9" w:rsidRDefault="00E85EC9" w:rsidP="00884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4E96F" w14:textId="77777777" w:rsidR="00123576" w:rsidRPr="00123576" w:rsidRDefault="00123576" w:rsidP="00123576">
    <w:pPr>
      <w:pBdr>
        <w:top w:val="single" w:sz="4" w:space="1" w:color="auto"/>
      </w:pBdr>
      <w:tabs>
        <w:tab w:val="left" w:pos="2977"/>
        <w:tab w:val="left" w:pos="6521"/>
      </w:tabs>
      <w:spacing w:after="0" w:line="240" w:lineRule="auto"/>
      <w:ind w:right="360"/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</w:pPr>
    <w:r w:rsidRPr="00123576">
      <w:rPr>
        <w:rFonts w:ascii="Times New Roman" w:eastAsia="Times New Roman" w:hAnsi="Times New Roman" w:cs="Times New Roman"/>
        <w:noProof/>
        <w:color w:val="000000"/>
        <w:sz w:val="16"/>
        <w:szCs w:val="16"/>
        <w:lang w:val="et-EE"/>
      </w:rPr>
      <w:t>Tehnika tn 11</w:t>
    </w:r>
    <w:r w:rsidRPr="00123576">
      <w:rPr>
        <w:rFonts w:ascii="Times New Roman" w:eastAsia="Times New Roman" w:hAnsi="Times New Roman" w:cs="Times New Roman"/>
        <w:noProof/>
        <w:color w:val="000000"/>
        <w:sz w:val="16"/>
        <w:szCs w:val="16"/>
        <w:lang w:val="et-EE"/>
      </w:rPr>
      <w:tab/>
      <w:t>Telefon  +372 489 8851</w:t>
    </w:r>
    <w:r w:rsidRPr="00123576">
      <w:rPr>
        <w:rFonts w:ascii="Times New Roman" w:eastAsia="Times New Roman" w:hAnsi="Times New Roman" w:cs="Times New Roman"/>
        <w:noProof/>
        <w:color w:val="000000"/>
        <w:sz w:val="16"/>
        <w:szCs w:val="16"/>
        <w:lang w:val="et-EE" w:eastAsia="et-EE"/>
      </w:rPr>
      <mc:AlternateContent>
        <mc:Choice Requires="wpg">
          <w:drawing>
            <wp:anchor distT="0" distB="0" distL="114300" distR="114300" simplePos="0" relativeHeight="251659264" behindDoc="0" locked="0" layoutInCell="0" allowOverlap="1" wp14:anchorId="0B04E975" wp14:editId="0B04E976">
              <wp:simplePos x="0" y="0"/>
              <wp:positionH relativeFrom="page">
                <wp:posOffset>0</wp:posOffset>
              </wp:positionH>
              <wp:positionV relativeFrom="page">
                <wp:posOffset>-1008380</wp:posOffset>
              </wp:positionV>
              <wp:extent cx="5852160" cy="615950"/>
              <wp:effectExtent l="0" t="1270" r="5715" b="1905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852160" cy="615950"/>
                        <a:chOff x="10717" y="13296"/>
                        <a:chExt cx="1162" cy="970"/>
                      </a:xfrm>
                    </wpg:grpSpPr>
                    <wpg:grpSp>
                      <wpg:cNvPr id="3" name="Group 2"/>
                      <wpg:cNvGrpSpPr>
                        <a:grpSpLocks noChangeAspect="1"/>
                      </wpg:cNvGrpSpPr>
                      <wpg:grpSpPr bwMode="auto">
                        <a:xfrm>
                          <a:off x="10717" y="13815"/>
                          <a:ext cx="1162" cy="451"/>
                          <a:chOff x="-6" y="3399"/>
                          <a:chExt cx="12197" cy="4253"/>
                        </a:xfrm>
                      </wpg:grpSpPr>
                      <wpg:grpSp>
                        <wpg:cNvPr id="5" name="Group 3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6" name="Freeform 4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00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Freeform 5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00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6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00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" name="Freeform 7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9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5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10821" y="13296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04E977" w14:textId="77777777" w:rsidR="00123576" w:rsidRPr="000664A3" w:rsidRDefault="00123576" w:rsidP="00123576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 w:rsidR="006C29C6" w:rsidRPr="006C29C6">
                              <w:rPr>
                                <w:noProof/>
                                <w:color w:val="4F81BD"/>
                              </w:rPr>
                              <w:t>1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B04E975" id="Group 1" o:spid="_x0000_s1026" style="position:absolute;margin-left:0;margin-top:-79.4pt;width:460.8pt;height:48.5pt;z-index:251659264;mso-position-horizontal-relative:page;mso-position-vertical-relative:page;mso-width-relative:left-margin-area" coordorigin="10717,13296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" o:allowincell="f">
              <v:group id="Group 2" o:spid="_x0000_s1027" style="position:absolute;left:10717;top:13815;width:1162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<o:lock v:ext="edit" aspectratio="t"/>
                <v:group id="Group 3" o:spid="_x0000_s1028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o:lock v:ext="edit" aspectratio="t"/>
                  <v:shape id="Freeform 4" o:spid="_x0000_s1029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5" o:spid="_x0000_s1030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6" o:spid="_x0000_s1031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7" o:spid="_x0000_s1032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8" o:spid="_x0000_s1033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9" o:spid="_x0000_s1034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10" o:spid="_x0000_s1035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11" o:spid="_x0000_s1036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12" o:spid="_x0000_s1037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8" type="#_x0000_t202" style="position:absolute;left:10821;top:13296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YBuwQAAANsAAAAPAAAAZHJzL2Rvd25yZXYueG1sRE/NasJA&#10;EL4LfYdlCr3pJkKL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F4xgG7BAAAA2wAAAA8AAAAA&#10;AAAAAAAAAAAABwIAAGRycy9kb3ducmV2LnhtbFBLBQYAAAAAAwADALcAAAD1AgAAAAA=&#10;" filled="f" stroked="f">
                <v:textbox inset=",0,,0">
                  <w:txbxContent>
                    <w:p w14:paraId="0B04E977" w14:textId="77777777" w:rsidR="00123576" w:rsidRPr="000664A3" w:rsidRDefault="00123576" w:rsidP="00123576">
                      <w:pPr>
                        <w:jc w:val="center"/>
                        <w:rPr>
                          <w:color w:val="4F81BD"/>
                        </w:rPr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 w:rsidR="006C29C6" w:rsidRPr="006C29C6">
                        <w:rPr>
                          <w:noProof/>
                          <w:color w:val="4F81BD"/>
                        </w:rPr>
                        <w:t>1</w:t>
                      </w:r>
                      <w: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Pr="00123576">
      <w:rPr>
        <w:rFonts w:ascii="Times New Roman" w:eastAsia="Times New Roman" w:hAnsi="Times New Roman" w:cs="Times New Roman"/>
        <w:noProof/>
        <w:color w:val="000000"/>
        <w:sz w:val="16"/>
        <w:szCs w:val="16"/>
        <w:lang w:val="et-EE"/>
      </w:rPr>
      <w:tab/>
      <w:t>R</w:t>
    </w:r>
    <w:r w:rsidRPr="00123576"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  <w:t>egistrikood 77000447</w:t>
    </w:r>
  </w:p>
  <w:p w14:paraId="0B04E970" w14:textId="77777777" w:rsidR="00123576" w:rsidRPr="00123576" w:rsidRDefault="00123576" w:rsidP="00123576">
    <w:pPr>
      <w:pBdr>
        <w:top w:val="single" w:sz="4" w:space="1" w:color="auto"/>
      </w:pBdr>
      <w:tabs>
        <w:tab w:val="left" w:pos="2977"/>
        <w:tab w:val="left" w:pos="6521"/>
      </w:tabs>
      <w:spacing w:after="0" w:line="240" w:lineRule="auto"/>
      <w:ind w:right="360"/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</w:pPr>
    <w:r w:rsidRPr="00123576"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  <w:t>Märjamaa alev</w:t>
    </w:r>
    <w:r w:rsidRPr="00123576"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  <w:tab/>
      <w:t xml:space="preserve">E-post </w:t>
    </w:r>
    <w:hyperlink r:id="rId1" w:history="1">
      <w:r w:rsidRPr="00123576">
        <w:rPr>
          <w:rStyle w:val="Hperlink"/>
          <w:rFonts w:ascii="Times New Roman" w:eastAsia="Times New Roman" w:hAnsi="Times New Roman" w:cs="Times New Roman"/>
          <w:sz w:val="16"/>
          <w:szCs w:val="16"/>
          <w:lang w:val="et-EE"/>
        </w:rPr>
        <w:t>marjamaa@marjamaa.ee</w:t>
      </w:r>
    </w:hyperlink>
    <w:r w:rsidRPr="00123576"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  <w:t xml:space="preserve"> </w:t>
    </w:r>
    <w:r w:rsidRPr="00123576"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  <w:tab/>
      <w:t>SEB Pank</w:t>
    </w:r>
    <w:r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  <w:t xml:space="preserve"> EE 411010802004561005</w:t>
    </w:r>
    <w:r w:rsidRPr="00123576"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  <w:t xml:space="preserve"> </w:t>
    </w:r>
  </w:p>
  <w:p w14:paraId="0B04E971" w14:textId="77777777" w:rsidR="00123576" w:rsidRPr="00123576" w:rsidRDefault="00123576" w:rsidP="00123576">
    <w:pPr>
      <w:pBdr>
        <w:top w:val="single" w:sz="4" w:space="1" w:color="auto"/>
      </w:pBdr>
      <w:tabs>
        <w:tab w:val="left" w:pos="2977"/>
        <w:tab w:val="left" w:pos="6521"/>
      </w:tabs>
      <w:spacing w:after="0" w:line="240" w:lineRule="auto"/>
      <w:ind w:right="360"/>
      <w:rPr>
        <w:rFonts w:ascii="Times New Roman" w:eastAsia="Times New Roman" w:hAnsi="Times New Roman" w:cs="Times New Roman"/>
        <w:sz w:val="16"/>
        <w:szCs w:val="16"/>
        <w:lang w:val="et-EE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  <w:t xml:space="preserve">78304 </w:t>
    </w:r>
    <w:r w:rsidRPr="00123576"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  <w:t>Rapla maakond</w:t>
    </w:r>
    <w:r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  <w:tab/>
    </w:r>
    <w:hyperlink r:id="rId2" w:history="1">
      <w:r w:rsidRPr="00123576">
        <w:rPr>
          <w:rStyle w:val="Hperlink"/>
          <w:rFonts w:ascii="Times New Roman" w:eastAsia="Times New Roman" w:hAnsi="Times New Roman" w:cs="Times New Roman"/>
          <w:sz w:val="16"/>
          <w:szCs w:val="16"/>
          <w:lang w:val="et-EE"/>
        </w:rPr>
        <w:t>http://marjamaa.kovtp.ee/uldinfo</w:t>
      </w:r>
    </w:hyperlink>
    <w:r w:rsidRPr="00123576"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  <w:t xml:space="preserve"> </w:t>
    </w:r>
    <w:r w:rsidRPr="00123576"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  <w:tab/>
      <w:t>Swedbank EE122200001120076243</w:t>
    </w:r>
  </w:p>
  <w:p w14:paraId="0B04E972" w14:textId="77777777" w:rsidR="001E0C13" w:rsidRPr="00123576" w:rsidRDefault="001E0C13" w:rsidP="0012357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50AE4A" w14:textId="77777777" w:rsidR="00E85EC9" w:rsidRDefault="00E85EC9" w:rsidP="008849EB">
      <w:pPr>
        <w:spacing w:after="0" w:line="240" w:lineRule="auto"/>
      </w:pPr>
      <w:r>
        <w:separator/>
      </w:r>
    </w:p>
  </w:footnote>
  <w:footnote w:type="continuationSeparator" w:id="0">
    <w:p w14:paraId="4ED7379A" w14:textId="77777777" w:rsidR="00E85EC9" w:rsidRDefault="00E85EC9" w:rsidP="008849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4E96C" w14:textId="77777777" w:rsidR="000D4759" w:rsidRPr="000D4759" w:rsidRDefault="000D4759" w:rsidP="000D4759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et-EE"/>
      </w:rPr>
    </w:pPr>
  </w:p>
  <w:p w14:paraId="0B04E96D" w14:textId="77777777" w:rsidR="000D4759" w:rsidRPr="000D4759" w:rsidRDefault="000D4759" w:rsidP="000D4759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36"/>
        <w:szCs w:val="36"/>
        <w:lang w:val="et-EE"/>
      </w:rPr>
    </w:pPr>
    <w:r w:rsidRPr="000D4759">
      <w:rPr>
        <w:rFonts w:ascii="Times New Roman" w:eastAsia="Times New Roman" w:hAnsi="Times New Roman" w:cs="Times New Roman"/>
        <w:noProof/>
        <w:sz w:val="24"/>
        <w:szCs w:val="24"/>
        <w:lang w:val="et-EE" w:eastAsia="et-EE"/>
      </w:rPr>
      <w:drawing>
        <wp:anchor distT="0" distB="0" distL="114300" distR="114300" simplePos="0" relativeHeight="251661312" behindDoc="1" locked="1" layoutInCell="1" allowOverlap="0" wp14:anchorId="0B04E973" wp14:editId="0B04E974">
          <wp:simplePos x="0" y="0"/>
          <wp:positionH relativeFrom="column">
            <wp:align>center</wp:align>
          </wp:positionH>
          <wp:positionV relativeFrom="topMargin">
            <wp:align>center</wp:align>
          </wp:positionV>
          <wp:extent cx="525600" cy="583200"/>
          <wp:effectExtent l="0" t="0" r="8255" b="7620"/>
          <wp:wrapSquare wrapText="bothSides"/>
          <wp:docPr id="18" name="Pilt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600" cy="58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D4759">
      <w:rPr>
        <w:rFonts w:ascii="Times New Roman" w:eastAsia="Times New Roman" w:hAnsi="Times New Roman" w:cs="Times New Roman"/>
        <w:sz w:val="36"/>
        <w:szCs w:val="36"/>
        <w:lang w:val="et-EE"/>
      </w:rPr>
      <w:tab/>
    </w:r>
  </w:p>
  <w:p w14:paraId="0B04E96E" w14:textId="77777777" w:rsidR="000D4759" w:rsidRPr="000D4759" w:rsidRDefault="000D4759" w:rsidP="000D4759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val="et-EE"/>
      </w:rPr>
    </w:pPr>
    <w:r w:rsidRPr="000D4759">
      <w:rPr>
        <w:rFonts w:ascii="Times New Roman" w:eastAsia="Times New Roman" w:hAnsi="Times New Roman" w:cs="Times New Roman"/>
        <w:sz w:val="36"/>
        <w:szCs w:val="36"/>
        <w:lang w:val="et-EE"/>
      </w:rPr>
      <w:t>MÄRJAMAA VALLAVALITSUS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7F5"/>
    <w:rsid w:val="000021A9"/>
    <w:rsid w:val="0000314B"/>
    <w:rsid w:val="000056BB"/>
    <w:rsid w:val="00010399"/>
    <w:rsid w:val="000173F4"/>
    <w:rsid w:val="0001775D"/>
    <w:rsid w:val="00017B05"/>
    <w:rsid w:val="00022F22"/>
    <w:rsid w:val="00024133"/>
    <w:rsid w:val="00024307"/>
    <w:rsid w:val="00024F49"/>
    <w:rsid w:val="00025340"/>
    <w:rsid w:val="00030D85"/>
    <w:rsid w:val="00032DEB"/>
    <w:rsid w:val="00035294"/>
    <w:rsid w:val="0004072E"/>
    <w:rsid w:val="0004543E"/>
    <w:rsid w:val="00054048"/>
    <w:rsid w:val="000568CD"/>
    <w:rsid w:val="00057B45"/>
    <w:rsid w:val="0006009C"/>
    <w:rsid w:val="00061800"/>
    <w:rsid w:val="00062B2F"/>
    <w:rsid w:val="000667E7"/>
    <w:rsid w:val="00073C5E"/>
    <w:rsid w:val="00074682"/>
    <w:rsid w:val="000804BF"/>
    <w:rsid w:val="00080C63"/>
    <w:rsid w:val="00080FC1"/>
    <w:rsid w:val="00081502"/>
    <w:rsid w:val="00081982"/>
    <w:rsid w:val="00081B66"/>
    <w:rsid w:val="00086E70"/>
    <w:rsid w:val="000907CE"/>
    <w:rsid w:val="00090CBB"/>
    <w:rsid w:val="0009127E"/>
    <w:rsid w:val="000A029E"/>
    <w:rsid w:val="000A25BD"/>
    <w:rsid w:val="000A3D16"/>
    <w:rsid w:val="000A5453"/>
    <w:rsid w:val="000B2A84"/>
    <w:rsid w:val="000B47B8"/>
    <w:rsid w:val="000C40DC"/>
    <w:rsid w:val="000D2085"/>
    <w:rsid w:val="000D4759"/>
    <w:rsid w:val="000D4766"/>
    <w:rsid w:val="000D4E66"/>
    <w:rsid w:val="000E151B"/>
    <w:rsid w:val="000E2109"/>
    <w:rsid w:val="000F0C4D"/>
    <w:rsid w:val="000F1A89"/>
    <w:rsid w:val="000F2D91"/>
    <w:rsid w:val="000F7ED4"/>
    <w:rsid w:val="00100EC0"/>
    <w:rsid w:val="001112F8"/>
    <w:rsid w:val="0011150D"/>
    <w:rsid w:val="001167C0"/>
    <w:rsid w:val="00123576"/>
    <w:rsid w:val="00125D18"/>
    <w:rsid w:val="0012609C"/>
    <w:rsid w:val="001263D3"/>
    <w:rsid w:val="00132496"/>
    <w:rsid w:val="00132D6D"/>
    <w:rsid w:val="00145685"/>
    <w:rsid w:val="0014606E"/>
    <w:rsid w:val="00146E0B"/>
    <w:rsid w:val="00152339"/>
    <w:rsid w:val="001556C6"/>
    <w:rsid w:val="0015698D"/>
    <w:rsid w:val="0015752F"/>
    <w:rsid w:val="00161C26"/>
    <w:rsid w:val="00163B17"/>
    <w:rsid w:val="00166677"/>
    <w:rsid w:val="001702F1"/>
    <w:rsid w:val="001731A3"/>
    <w:rsid w:val="00173961"/>
    <w:rsid w:val="00175783"/>
    <w:rsid w:val="00177B8F"/>
    <w:rsid w:val="001813B2"/>
    <w:rsid w:val="001820F1"/>
    <w:rsid w:val="001834DB"/>
    <w:rsid w:val="0018564C"/>
    <w:rsid w:val="001A0CD0"/>
    <w:rsid w:val="001A4527"/>
    <w:rsid w:val="001A6E79"/>
    <w:rsid w:val="001B0564"/>
    <w:rsid w:val="001B1523"/>
    <w:rsid w:val="001B25F2"/>
    <w:rsid w:val="001C32FA"/>
    <w:rsid w:val="001D40DA"/>
    <w:rsid w:val="001D4AD8"/>
    <w:rsid w:val="001D5506"/>
    <w:rsid w:val="001E0C13"/>
    <w:rsid w:val="001E1220"/>
    <w:rsid w:val="001E45B0"/>
    <w:rsid w:val="001E7A1C"/>
    <w:rsid w:val="001E7E2F"/>
    <w:rsid w:val="001F05E6"/>
    <w:rsid w:val="001F33FE"/>
    <w:rsid w:val="0020224F"/>
    <w:rsid w:val="00220AA7"/>
    <w:rsid w:val="00226AB8"/>
    <w:rsid w:val="00240DF4"/>
    <w:rsid w:val="00241361"/>
    <w:rsid w:val="002414C9"/>
    <w:rsid w:val="00241EA6"/>
    <w:rsid w:val="00245616"/>
    <w:rsid w:val="002459AC"/>
    <w:rsid w:val="002463EB"/>
    <w:rsid w:val="00251771"/>
    <w:rsid w:val="00252BED"/>
    <w:rsid w:val="002549B2"/>
    <w:rsid w:val="0025647E"/>
    <w:rsid w:val="0026335F"/>
    <w:rsid w:val="002652EC"/>
    <w:rsid w:val="00273ECD"/>
    <w:rsid w:val="002750E5"/>
    <w:rsid w:val="0028398B"/>
    <w:rsid w:val="00285107"/>
    <w:rsid w:val="00285F43"/>
    <w:rsid w:val="002926C3"/>
    <w:rsid w:val="00296E67"/>
    <w:rsid w:val="002A562E"/>
    <w:rsid w:val="002A5EF7"/>
    <w:rsid w:val="002A7099"/>
    <w:rsid w:val="002A7919"/>
    <w:rsid w:val="002B6A8D"/>
    <w:rsid w:val="002C1A70"/>
    <w:rsid w:val="002C2881"/>
    <w:rsid w:val="002D015B"/>
    <w:rsid w:val="002D0A4D"/>
    <w:rsid w:val="002D120D"/>
    <w:rsid w:val="002D376E"/>
    <w:rsid w:val="002D3ECF"/>
    <w:rsid w:val="002D4EC2"/>
    <w:rsid w:val="002D6E3E"/>
    <w:rsid w:val="002E088A"/>
    <w:rsid w:val="002E4715"/>
    <w:rsid w:val="002E6E7C"/>
    <w:rsid w:val="002E7CE9"/>
    <w:rsid w:val="002F2249"/>
    <w:rsid w:val="002F6E61"/>
    <w:rsid w:val="0030061C"/>
    <w:rsid w:val="003029EE"/>
    <w:rsid w:val="00302BF2"/>
    <w:rsid w:val="003108C4"/>
    <w:rsid w:val="003110FF"/>
    <w:rsid w:val="0031128C"/>
    <w:rsid w:val="00311540"/>
    <w:rsid w:val="0031463C"/>
    <w:rsid w:val="00316A48"/>
    <w:rsid w:val="00322F4E"/>
    <w:rsid w:val="00323D00"/>
    <w:rsid w:val="003340BC"/>
    <w:rsid w:val="00334F03"/>
    <w:rsid w:val="00341CB4"/>
    <w:rsid w:val="00342709"/>
    <w:rsid w:val="00353484"/>
    <w:rsid w:val="0035778D"/>
    <w:rsid w:val="003618AC"/>
    <w:rsid w:val="0037265B"/>
    <w:rsid w:val="00373227"/>
    <w:rsid w:val="003759EC"/>
    <w:rsid w:val="00385588"/>
    <w:rsid w:val="00392078"/>
    <w:rsid w:val="003A2CEE"/>
    <w:rsid w:val="003A61D0"/>
    <w:rsid w:val="003A7E68"/>
    <w:rsid w:val="003A7F14"/>
    <w:rsid w:val="003B02F9"/>
    <w:rsid w:val="003B37FC"/>
    <w:rsid w:val="003B3EFB"/>
    <w:rsid w:val="003B78EC"/>
    <w:rsid w:val="003C06A7"/>
    <w:rsid w:val="003C3867"/>
    <w:rsid w:val="003D3CE7"/>
    <w:rsid w:val="003D6397"/>
    <w:rsid w:val="003E0C42"/>
    <w:rsid w:val="003E6306"/>
    <w:rsid w:val="003E6A85"/>
    <w:rsid w:val="003E7F4A"/>
    <w:rsid w:val="003F1796"/>
    <w:rsid w:val="003F3733"/>
    <w:rsid w:val="003F7BE7"/>
    <w:rsid w:val="00403F3B"/>
    <w:rsid w:val="00404150"/>
    <w:rsid w:val="00404E49"/>
    <w:rsid w:val="00410DE2"/>
    <w:rsid w:val="004140A5"/>
    <w:rsid w:val="004175B8"/>
    <w:rsid w:val="004245DD"/>
    <w:rsid w:val="0042595A"/>
    <w:rsid w:val="0043061F"/>
    <w:rsid w:val="00434696"/>
    <w:rsid w:val="0044002F"/>
    <w:rsid w:val="004442F2"/>
    <w:rsid w:val="0044588E"/>
    <w:rsid w:val="00446798"/>
    <w:rsid w:val="00450026"/>
    <w:rsid w:val="00454BA6"/>
    <w:rsid w:val="00455DFB"/>
    <w:rsid w:val="0045689B"/>
    <w:rsid w:val="004651F4"/>
    <w:rsid w:val="004740A0"/>
    <w:rsid w:val="00475B62"/>
    <w:rsid w:val="00477605"/>
    <w:rsid w:val="00477DC6"/>
    <w:rsid w:val="004812AD"/>
    <w:rsid w:val="0048341B"/>
    <w:rsid w:val="00483B16"/>
    <w:rsid w:val="0048547D"/>
    <w:rsid w:val="00490C1E"/>
    <w:rsid w:val="00496C90"/>
    <w:rsid w:val="004A1F80"/>
    <w:rsid w:val="004A3FBD"/>
    <w:rsid w:val="004A57D7"/>
    <w:rsid w:val="004A794A"/>
    <w:rsid w:val="004A7F93"/>
    <w:rsid w:val="004B4F15"/>
    <w:rsid w:val="004B6288"/>
    <w:rsid w:val="004C0A2F"/>
    <w:rsid w:val="004C4361"/>
    <w:rsid w:val="004D1545"/>
    <w:rsid w:val="004D74CC"/>
    <w:rsid w:val="004E09A5"/>
    <w:rsid w:val="004E2B66"/>
    <w:rsid w:val="004E32AB"/>
    <w:rsid w:val="004E4D01"/>
    <w:rsid w:val="004E53A9"/>
    <w:rsid w:val="004E7C3D"/>
    <w:rsid w:val="004F1402"/>
    <w:rsid w:val="004F162E"/>
    <w:rsid w:val="004F2937"/>
    <w:rsid w:val="004F4AE4"/>
    <w:rsid w:val="004F4B6E"/>
    <w:rsid w:val="00500FE9"/>
    <w:rsid w:val="00503220"/>
    <w:rsid w:val="0050324B"/>
    <w:rsid w:val="00506EDF"/>
    <w:rsid w:val="00511ADA"/>
    <w:rsid w:val="00514E50"/>
    <w:rsid w:val="0051598A"/>
    <w:rsid w:val="0051778F"/>
    <w:rsid w:val="00520F87"/>
    <w:rsid w:val="00523B2C"/>
    <w:rsid w:val="00527D98"/>
    <w:rsid w:val="00531452"/>
    <w:rsid w:val="00534D47"/>
    <w:rsid w:val="00540DBA"/>
    <w:rsid w:val="00541DE9"/>
    <w:rsid w:val="00545CE8"/>
    <w:rsid w:val="005476EB"/>
    <w:rsid w:val="00547D5A"/>
    <w:rsid w:val="005550E5"/>
    <w:rsid w:val="0056122F"/>
    <w:rsid w:val="00574804"/>
    <w:rsid w:val="00576780"/>
    <w:rsid w:val="005818C3"/>
    <w:rsid w:val="00582F82"/>
    <w:rsid w:val="00584743"/>
    <w:rsid w:val="00584B3A"/>
    <w:rsid w:val="00585CBB"/>
    <w:rsid w:val="00586ED6"/>
    <w:rsid w:val="00594892"/>
    <w:rsid w:val="005A234F"/>
    <w:rsid w:val="005B311F"/>
    <w:rsid w:val="005B47E9"/>
    <w:rsid w:val="005B4ABD"/>
    <w:rsid w:val="005B51F1"/>
    <w:rsid w:val="005B6C4C"/>
    <w:rsid w:val="005C4030"/>
    <w:rsid w:val="005C6526"/>
    <w:rsid w:val="005D2D09"/>
    <w:rsid w:val="005D6444"/>
    <w:rsid w:val="005E2669"/>
    <w:rsid w:val="005E464C"/>
    <w:rsid w:val="005E65E8"/>
    <w:rsid w:val="005E74FB"/>
    <w:rsid w:val="005E7C4F"/>
    <w:rsid w:val="005F047F"/>
    <w:rsid w:val="005F0B3D"/>
    <w:rsid w:val="005F3359"/>
    <w:rsid w:val="005F374D"/>
    <w:rsid w:val="005F54A3"/>
    <w:rsid w:val="0060627D"/>
    <w:rsid w:val="006106F9"/>
    <w:rsid w:val="006149FA"/>
    <w:rsid w:val="00625FE7"/>
    <w:rsid w:val="0062750F"/>
    <w:rsid w:val="00632A13"/>
    <w:rsid w:val="00637A35"/>
    <w:rsid w:val="00637B71"/>
    <w:rsid w:val="00640F01"/>
    <w:rsid w:val="00642DD5"/>
    <w:rsid w:val="00645029"/>
    <w:rsid w:val="0065060A"/>
    <w:rsid w:val="00651221"/>
    <w:rsid w:val="00651D3C"/>
    <w:rsid w:val="00657572"/>
    <w:rsid w:val="00664DBE"/>
    <w:rsid w:val="006656DC"/>
    <w:rsid w:val="0066681D"/>
    <w:rsid w:val="0067152F"/>
    <w:rsid w:val="00672E73"/>
    <w:rsid w:val="00672E9C"/>
    <w:rsid w:val="006745C0"/>
    <w:rsid w:val="006763B1"/>
    <w:rsid w:val="006854F8"/>
    <w:rsid w:val="006865EA"/>
    <w:rsid w:val="0069559E"/>
    <w:rsid w:val="006A24AA"/>
    <w:rsid w:val="006A5617"/>
    <w:rsid w:val="006B6C9E"/>
    <w:rsid w:val="006C29C6"/>
    <w:rsid w:val="006C29FA"/>
    <w:rsid w:val="006D0F38"/>
    <w:rsid w:val="006D52B7"/>
    <w:rsid w:val="006E219D"/>
    <w:rsid w:val="006E7774"/>
    <w:rsid w:val="006F0695"/>
    <w:rsid w:val="006F1AB3"/>
    <w:rsid w:val="006F385F"/>
    <w:rsid w:val="006F4ED5"/>
    <w:rsid w:val="006F59AE"/>
    <w:rsid w:val="006F6DAC"/>
    <w:rsid w:val="007016C6"/>
    <w:rsid w:val="00702622"/>
    <w:rsid w:val="00703609"/>
    <w:rsid w:val="007057CD"/>
    <w:rsid w:val="0071099A"/>
    <w:rsid w:val="007142BE"/>
    <w:rsid w:val="00724D35"/>
    <w:rsid w:val="00724D3B"/>
    <w:rsid w:val="00730778"/>
    <w:rsid w:val="00731AA5"/>
    <w:rsid w:val="007320D7"/>
    <w:rsid w:val="007326C7"/>
    <w:rsid w:val="007327FB"/>
    <w:rsid w:val="0073344F"/>
    <w:rsid w:val="0073761D"/>
    <w:rsid w:val="00740112"/>
    <w:rsid w:val="00746FCD"/>
    <w:rsid w:val="00755B47"/>
    <w:rsid w:val="00755EE0"/>
    <w:rsid w:val="007601E7"/>
    <w:rsid w:val="0076585C"/>
    <w:rsid w:val="0076609C"/>
    <w:rsid w:val="007773C4"/>
    <w:rsid w:val="00785E75"/>
    <w:rsid w:val="00786459"/>
    <w:rsid w:val="007959B0"/>
    <w:rsid w:val="007A31CC"/>
    <w:rsid w:val="007A3954"/>
    <w:rsid w:val="007A4FF8"/>
    <w:rsid w:val="007B14D2"/>
    <w:rsid w:val="007B5F78"/>
    <w:rsid w:val="007C1F0C"/>
    <w:rsid w:val="007C609E"/>
    <w:rsid w:val="007C7982"/>
    <w:rsid w:val="007C7D42"/>
    <w:rsid w:val="007D1E03"/>
    <w:rsid w:val="007E20A5"/>
    <w:rsid w:val="007E4AC4"/>
    <w:rsid w:val="007E5E8B"/>
    <w:rsid w:val="007E7C91"/>
    <w:rsid w:val="007F0D6C"/>
    <w:rsid w:val="007F1B6B"/>
    <w:rsid w:val="007F20F8"/>
    <w:rsid w:val="0080305F"/>
    <w:rsid w:val="00806119"/>
    <w:rsid w:val="00810451"/>
    <w:rsid w:val="00812602"/>
    <w:rsid w:val="00813D8D"/>
    <w:rsid w:val="008250A0"/>
    <w:rsid w:val="00830C99"/>
    <w:rsid w:val="00831BC0"/>
    <w:rsid w:val="00836D26"/>
    <w:rsid w:val="008371AB"/>
    <w:rsid w:val="0085138C"/>
    <w:rsid w:val="008522D2"/>
    <w:rsid w:val="00854A9E"/>
    <w:rsid w:val="008772D7"/>
    <w:rsid w:val="0088121E"/>
    <w:rsid w:val="008827AE"/>
    <w:rsid w:val="00882A8B"/>
    <w:rsid w:val="008849EB"/>
    <w:rsid w:val="0088788B"/>
    <w:rsid w:val="00896C4F"/>
    <w:rsid w:val="008A096D"/>
    <w:rsid w:val="008A1B92"/>
    <w:rsid w:val="008A6BBC"/>
    <w:rsid w:val="008A78C7"/>
    <w:rsid w:val="008B06B0"/>
    <w:rsid w:val="008B4D23"/>
    <w:rsid w:val="008B5332"/>
    <w:rsid w:val="008B6481"/>
    <w:rsid w:val="008C1755"/>
    <w:rsid w:val="008C3681"/>
    <w:rsid w:val="008C432B"/>
    <w:rsid w:val="008C4D74"/>
    <w:rsid w:val="008C613E"/>
    <w:rsid w:val="008C70C4"/>
    <w:rsid w:val="008C7B37"/>
    <w:rsid w:val="008D21D5"/>
    <w:rsid w:val="008D2FAF"/>
    <w:rsid w:val="008D6B8F"/>
    <w:rsid w:val="008E41EF"/>
    <w:rsid w:val="008F735F"/>
    <w:rsid w:val="00900305"/>
    <w:rsid w:val="00900DB2"/>
    <w:rsid w:val="00901CCF"/>
    <w:rsid w:val="00902184"/>
    <w:rsid w:val="00902CD2"/>
    <w:rsid w:val="00907C2A"/>
    <w:rsid w:val="009132A6"/>
    <w:rsid w:val="00915854"/>
    <w:rsid w:val="00917192"/>
    <w:rsid w:val="009171FC"/>
    <w:rsid w:val="009214B3"/>
    <w:rsid w:val="00932D47"/>
    <w:rsid w:val="00933049"/>
    <w:rsid w:val="0093319E"/>
    <w:rsid w:val="0093783B"/>
    <w:rsid w:val="00940D4B"/>
    <w:rsid w:val="00946A08"/>
    <w:rsid w:val="009502A1"/>
    <w:rsid w:val="00951831"/>
    <w:rsid w:val="009578D4"/>
    <w:rsid w:val="00966F16"/>
    <w:rsid w:val="00974F29"/>
    <w:rsid w:val="0098271C"/>
    <w:rsid w:val="0099359E"/>
    <w:rsid w:val="00993BA8"/>
    <w:rsid w:val="009A39D5"/>
    <w:rsid w:val="009A4A0C"/>
    <w:rsid w:val="009B0560"/>
    <w:rsid w:val="009B100E"/>
    <w:rsid w:val="009B3003"/>
    <w:rsid w:val="009B4935"/>
    <w:rsid w:val="009B6FDA"/>
    <w:rsid w:val="009B71B1"/>
    <w:rsid w:val="009C7786"/>
    <w:rsid w:val="009E3234"/>
    <w:rsid w:val="009E6730"/>
    <w:rsid w:val="009F1D0E"/>
    <w:rsid w:val="009F27A4"/>
    <w:rsid w:val="009F3623"/>
    <w:rsid w:val="00A02286"/>
    <w:rsid w:val="00A04F67"/>
    <w:rsid w:val="00A06D9A"/>
    <w:rsid w:val="00A117F3"/>
    <w:rsid w:val="00A120DA"/>
    <w:rsid w:val="00A43486"/>
    <w:rsid w:val="00A45856"/>
    <w:rsid w:val="00A66561"/>
    <w:rsid w:val="00A66E48"/>
    <w:rsid w:val="00A734B0"/>
    <w:rsid w:val="00A81BA6"/>
    <w:rsid w:val="00A8484D"/>
    <w:rsid w:val="00A8542D"/>
    <w:rsid w:val="00A92169"/>
    <w:rsid w:val="00A94427"/>
    <w:rsid w:val="00AA1AA3"/>
    <w:rsid w:val="00AA242D"/>
    <w:rsid w:val="00AA758F"/>
    <w:rsid w:val="00AB03E8"/>
    <w:rsid w:val="00AC52E0"/>
    <w:rsid w:val="00AC6197"/>
    <w:rsid w:val="00AC6F0B"/>
    <w:rsid w:val="00AC7695"/>
    <w:rsid w:val="00AC7C05"/>
    <w:rsid w:val="00AE0C9F"/>
    <w:rsid w:val="00AF046F"/>
    <w:rsid w:val="00AF1DA6"/>
    <w:rsid w:val="00AF40F2"/>
    <w:rsid w:val="00AF4EA3"/>
    <w:rsid w:val="00AF6C31"/>
    <w:rsid w:val="00B003A2"/>
    <w:rsid w:val="00B015FD"/>
    <w:rsid w:val="00B01D9A"/>
    <w:rsid w:val="00B021CA"/>
    <w:rsid w:val="00B02CB8"/>
    <w:rsid w:val="00B0371A"/>
    <w:rsid w:val="00B03E19"/>
    <w:rsid w:val="00B03E2B"/>
    <w:rsid w:val="00B05E86"/>
    <w:rsid w:val="00B07BE3"/>
    <w:rsid w:val="00B11E19"/>
    <w:rsid w:val="00B12080"/>
    <w:rsid w:val="00B134B3"/>
    <w:rsid w:val="00B16C8B"/>
    <w:rsid w:val="00B20DCD"/>
    <w:rsid w:val="00B229AB"/>
    <w:rsid w:val="00B26B7A"/>
    <w:rsid w:val="00B339A9"/>
    <w:rsid w:val="00B40569"/>
    <w:rsid w:val="00B43D60"/>
    <w:rsid w:val="00B44CEA"/>
    <w:rsid w:val="00B453A6"/>
    <w:rsid w:val="00B53559"/>
    <w:rsid w:val="00B537C9"/>
    <w:rsid w:val="00B553BD"/>
    <w:rsid w:val="00B56199"/>
    <w:rsid w:val="00B621DD"/>
    <w:rsid w:val="00B625B1"/>
    <w:rsid w:val="00B657B5"/>
    <w:rsid w:val="00B6621C"/>
    <w:rsid w:val="00B72617"/>
    <w:rsid w:val="00B733D5"/>
    <w:rsid w:val="00B76BB7"/>
    <w:rsid w:val="00B8333A"/>
    <w:rsid w:val="00B85357"/>
    <w:rsid w:val="00B90189"/>
    <w:rsid w:val="00B926E8"/>
    <w:rsid w:val="00B95337"/>
    <w:rsid w:val="00B9594A"/>
    <w:rsid w:val="00BA2D09"/>
    <w:rsid w:val="00BA6790"/>
    <w:rsid w:val="00BB0E12"/>
    <w:rsid w:val="00BB1EEE"/>
    <w:rsid w:val="00BB2905"/>
    <w:rsid w:val="00BB3C61"/>
    <w:rsid w:val="00BC1570"/>
    <w:rsid w:val="00BC3B4F"/>
    <w:rsid w:val="00BC3C0F"/>
    <w:rsid w:val="00BC4353"/>
    <w:rsid w:val="00BC5720"/>
    <w:rsid w:val="00BC7395"/>
    <w:rsid w:val="00BD05D8"/>
    <w:rsid w:val="00BD1453"/>
    <w:rsid w:val="00BD3BC4"/>
    <w:rsid w:val="00BD53AF"/>
    <w:rsid w:val="00BD53E4"/>
    <w:rsid w:val="00BE2279"/>
    <w:rsid w:val="00BE3CE8"/>
    <w:rsid w:val="00BE74B6"/>
    <w:rsid w:val="00BE79EB"/>
    <w:rsid w:val="00BE7B88"/>
    <w:rsid w:val="00BF30BF"/>
    <w:rsid w:val="00BF5945"/>
    <w:rsid w:val="00BF5E63"/>
    <w:rsid w:val="00C01EF2"/>
    <w:rsid w:val="00C04803"/>
    <w:rsid w:val="00C14602"/>
    <w:rsid w:val="00C31601"/>
    <w:rsid w:val="00C31F3F"/>
    <w:rsid w:val="00C33814"/>
    <w:rsid w:val="00C344B3"/>
    <w:rsid w:val="00C34641"/>
    <w:rsid w:val="00C34DA4"/>
    <w:rsid w:val="00C415D3"/>
    <w:rsid w:val="00C45A68"/>
    <w:rsid w:val="00C47B56"/>
    <w:rsid w:val="00C52DA5"/>
    <w:rsid w:val="00C53373"/>
    <w:rsid w:val="00C53473"/>
    <w:rsid w:val="00C54F80"/>
    <w:rsid w:val="00C60224"/>
    <w:rsid w:val="00C60679"/>
    <w:rsid w:val="00C664C7"/>
    <w:rsid w:val="00C6764A"/>
    <w:rsid w:val="00C70AC2"/>
    <w:rsid w:val="00C768E7"/>
    <w:rsid w:val="00C80862"/>
    <w:rsid w:val="00C823EC"/>
    <w:rsid w:val="00C83934"/>
    <w:rsid w:val="00C910D6"/>
    <w:rsid w:val="00C91B49"/>
    <w:rsid w:val="00C9291A"/>
    <w:rsid w:val="00CA0F94"/>
    <w:rsid w:val="00CA202A"/>
    <w:rsid w:val="00CA2E3D"/>
    <w:rsid w:val="00CA3359"/>
    <w:rsid w:val="00CA3D1A"/>
    <w:rsid w:val="00CA5A74"/>
    <w:rsid w:val="00CA5AD3"/>
    <w:rsid w:val="00CB39AB"/>
    <w:rsid w:val="00CC34AC"/>
    <w:rsid w:val="00CC617D"/>
    <w:rsid w:val="00CD0B97"/>
    <w:rsid w:val="00CD4846"/>
    <w:rsid w:val="00CD5B32"/>
    <w:rsid w:val="00CE3522"/>
    <w:rsid w:val="00CF3CEB"/>
    <w:rsid w:val="00CF4D01"/>
    <w:rsid w:val="00CF5180"/>
    <w:rsid w:val="00D0576A"/>
    <w:rsid w:val="00D11125"/>
    <w:rsid w:val="00D12015"/>
    <w:rsid w:val="00D12B5F"/>
    <w:rsid w:val="00D153E7"/>
    <w:rsid w:val="00D15790"/>
    <w:rsid w:val="00D15CDB"/>
    <w:rsid w:val="00D16AC0"/>
    <w:rsid w:val="00D20236"/>
    <w:rsid w:val="00D22E0A"/>
    <w:rsid w:val="00D23562"/>
    <w:rsid w:val="00D241BB"/>
    <w:rsid w:val="00D300C2"/>
    <w:rsid w:val="00D33A3A"/>
    <w:rsid w:val="00D3592C"/>
    <w:rsid w:val="00D36C85"/>
    <w:rsid w:val="00D37B78"/>
    <w:rsid w:val="00D4000D"/>
    <w:rsid w:val="00D5207E"/>
    <w:rsid w:val="00D5496B"/>
    <w:rsid w:val="00D6019D"/>
    <w:rsid w:val="00D63760"/>
    <w:rsid w:val="00D66182"/>
    <w:rsid w:val="00D66CCA"/>
    <w:rsid w:val="00D67D1E"/>
    <w:rsid w:val="00D705A7"/>
    <w:rsid w:val="00D7300E"/>
    <w:rsid w:val="00D74E55"/>
    <w:rsid w:val="00D853E1"/>
    <w:rsid w:val="00D900E9"/>
    <w:rsid w:val="00D961F7"/>
    <w:rsid w:val="00D97BD5"/>
    <w:rsid w:val="00D97E1A"/>
    <w:rsid w:val="00DB0589"/>
    <w:rsid w:val="00DB0B35"/>
    <w:rsid w:val="00DB17F8"/>
    <w:rsid w:val="00DC0BB7"/>
    <w:rsid w:val="00DD154E"/>
    <w:rsid w:val="00DD33D0"/>
    <w:rsid w:val="00DE3716"/>
    <w:rsid w:val="00DE3D51"/>
    <w:rsid w:val="00DF3EA1"/>
    <w:rsid w:val="00DF51B6"/>
    <w:rsid w:val="00DF5A9A"/>
    <w:rsid w:val="00DF7462"/>
    <w:rsid w:val="00E05AA9"/>
    <w:rsid w:val="00E300CD"/>
    <w:rsid w:val="00E304A6"/>
    <w:rsid w:val="00E30625"/>
    <w:rsid w:val="00E31A0F"/>
    <w:rsid w:val="00E403B7"/>
    <w:rsid w:val="00E41E9D"/>
    <w:rsid w:val="00E41EF6"/>
    <w:rsid w:val="00E467F5"/>
    <w:rsid w:val="00E5098D"/>
    <w:rsid w:val="00E51681"/>
    <w:rsid w:val="00E54244"/>
    <w:rsid w:val="00E5451D"/>
    <w:rsid w:val="00E57738"/>
    <w:rsid w:val="00E61048"/>
    <w:rsid w:val="00E63E16"/>
    <w:rsid w:val="00E65381"/>
    <w:rsid w:val="00E662CE"/>
    <w:rsid w:val="00E67D19"/>
    <w:rsid w:val="00E83A7E"/>
    <w:rsid w:val="00E841B2"/>
    <w:rsid w:val="00E85EC9"/>
    <w:rsid w:val="00E8740B"/>
    <w:rsid w:val="00E87414"/>
    <w:rsid w:val="00E913CB"/>
    <w:rsid w:val="00E935E5"/>
    <w:rsid w:val="00E96BD4"/>
    <w:rsid w:val="00EA16C9"/>
    <w:rsid w:val="00EA262B"/>
    <w:rsid w:val="00EB349D"/>
    <w:rsid w:val="00EB3782"/>
    <w:rsid w:val="00EB3B1D"/>
    <w:rsid w:val="00EB6146"/>
    <w:rsid w:val="00EC197A"/>
    <w:rsid w:val="00EC44D6"/>
    <w:rsid w:val="00EC4DC0"/>
    <w:rsid w:val="00EC6AEE"/>
    <w:rsid w:val="00EC6C43"/>
    <w:rsid w:val="00EC7AF1"/>
    <w:rsid w:val="00ED0066"/>
    <w:rsid w:val="00ED3089"/>
    <w:rsid w:val="00ED475B"/>
    <w:rsid w:val="00ED7672"/>
    <w:rsid w:val="00EE4221"/>
    <w:rsid w:val="00EE4E2F"/>
    <w:rsid w:val="00EE65D4"/>
    <w:rsid w:val="00EF2C5D"/>
    <w:rsid w:val="00EF4361"/>
    <w:rsid w:val="00EF4E23"/>
    <w:rsid w:val="00EF5A5A"/>
    <w:rsid w:val="00EF5A90"/>
    <w:rsid w:val="00F00B79"/>
    <w:rsid w:val="00F01C9C"/>
    <w:rsid w:val="00F02593"/>
    <w:rsid w:val="00F030C1"/>
    <w:rsid w:val="00F03551"/>
    <w:rsid w:val="00F05B98"/>
    <w:rsid w:val="00F06A18"/>
    <w:rsid w:val="00F107AB"/>
    <w:rsid w:val="00F15CA0"/>
    <w:rsid w:val="00F167B2"/>
    <w:rsid w:val="00F16B0C"/>
    <w:rsid w:val="00F17D22"/>
    <w:rsid w:val="00F24981"/>
    <w:rsid w:val="00F26A2F"/>
    <w:rsid w:val="00F30CFE"/>
    <w:rsid w:val="00F321E4"/>
    <w:rsid w:val="00F43F27"/>
    <w:rsid w:val="00F51248"/>
    <w:rsid w:val="00F51EDF"/>
    <w:rsid w:val="00F52B72"/>
    <w:rsid w:val="00F53342"/>
    <w:rsid w:val="00F53E30"/>
    <w:rsid w:val="00F606BB"/>
    <w:rsid w:val="00F61EF3"/>
    <w:rsid w:val="00F62A02"/>
    <w:rsid w:val="00F64419"/>
    <w:rsid w:val="00F71F4E"/>
    <w:rsid w:val="00F74335"/>
    <w:rsid w:val="00F746B4"/>
    <w:rsid w:val="00F75436"/>
    <w:rsid w:val="00F83051"/>
    <w:rsid w:val="00F834D8"/>
    <w:rsid w:val="00F843F5"/>
    <w:rsid w:val="00F845DD"/>
    <w:rsid w:val="00F86282"/>
    <w:rsid w:val="00F90057"/>
    <w:rsid w:val="00F90081"/>
    <w:rsid w:val="00F92A1B"/>
    <w:rsid w:val="00F93834"/>
    <w:rsid w:val="00F9770C"/>
    <w:rsid w:val="00FA0954"/>
    <w:rsid w:val="00FA0AEB"/>
    <w:rsid w:val="00FA228E"/>
    <w:rsid w:val="00FA295F"/>
    <w:rsid w:val="00FA6C39"/>
    <w:rsid w:val="00FA7D36"/>
    <w:rsid w:val="00FB3389"/>
    <w:rsid w:val="00FB3C0B"/>
    <w:rsid w:val="00FB48BD"/>
    <w:rsid w:val="00FB4BAA"/>
    <w:rsid w:val="00FB5523"/>
    <w:rsid w:val="00FC1248"/>
    <w:rsid w:val="00FC3AA1"/>
    <w:rsid w:val="00FC3BA5"/>
    <w:rsid w:val="00FD047B"/>
    <w:rsid w:val="00FD0976"/>
    <w:rsid w:val="00FD0998"/>
    <w:rsid w:val="00FD1D06"/>
    <w:rsid w:val="00FD3445"/>
    <w:rsid w:val="00FD50ED"/>
    <w:rsid w:val="00FD6609"/>
    <w:rsid w:val="00FD7885"/>
    <w:rsid w:val="00FD7D78"/>
    <w:rsid w:val="00FD7DE7"/>
    <w:rsid w:val="00FE21AE"/>
    <w:rsid w:val="00FE6A08"/>
    <w:rsid w:val="00FE6EA4"/>
    <w:rsid w:val="00FF5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4E946"/>
  <w15:docId w15:val="{E708CF4E-DAA7-48A4-BE9C-C9351B2B4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8849E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849EB"/>
  </w:style>
  <w:style w:type="paragraph" w:styleId="Jalus">
    <w:name w:val="footer"/>
    <w:basedOn w:val="Normaallaad"/>
    <w:link w:val="JalusMrk"/>
    <w:uiPriority w:val="99"/>
    <w:unhideWhenUsed/>
    <w:rsid w:val="008849E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8849EB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84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849EB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1E0C13"/>
    <w:rPr>
      <w:color w:val="0000FF" w:themeColor="hyperlink"/>
      <w:u w:val="single"/>
    </w:rPr>
  </w:style>
  <w:style w:type="character" w:styleId="Kohatitetekst">
    <w:name w:val="Placeholder Text"/>
    <w:basedOn w:val="Liguvaikefont"/>
    <w:uiPriority w:val="99"/>
    <w:semiHidden/>
    <w:rsid w:val="008A1B92"/>
    <w:rPr>
      <w:color w:val="808080"/>
    </w:rPr>
  </w:style>
  <w:style w:type="character" w:styleId="Kommentaariviide">
    <w:name w:val="annotation reference"/>
    <w:basedOn w:val="Liguvaikefont"/>
    <w:uiPriority w:val="99"/>
    <w:semiHidden/>
    <w:unhideWhenUsed/>
    <w:rsid w:val="008A1B9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8A1B92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8A1B92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A1B9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8A1B92"/>
    <w:rPr>
      <w:b/>
      <w:bCs/>
      <w:sz w:val="20"/>
      <w:szCs w:val="20"/>
    </w:rPr>
  </w:style>
  <w:style w:type="character" w:styleId="Lahendamatamainimine">
    <w:name w:val="Unresolved Mention"/>
    <w:basedOn w:val="Liguvaikefont"/>
    <w:uiPriority w:val="99"/>
    <w:semiHidden/>
    <w:unhideWhenUsed/>
    <w:rsid w:val="00CA5A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kk.vaarmann@marjamaa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nnabellcarina.katalsepp@konkurentsiamet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marjamaa.kovtp.ee/uldinfo" TargetMode="External"/><Relationship Id="rId1" Type="http://schemas.openxmlformats.org/officeDocument/2006/relationships/hyperlink" Target="mailto:marjamaa@marjama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utaja5\Documents\Kirjad\kirjamall_201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A645F-42D6-469F-8BBE-DD936459F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kirjamall_2019</Template>
  <TotalTime>1</TotalTime>
  <Pages>1</Pages>
  <Words>141</Words>
  <Characters>824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Kasutaja5</dc:creator>
  <cp:keywords/>
  <dc:description/>
  <cp:lastModifiedBy>Mikk Vaarmann</cp:lastModifiedBy>
  <cp:revision>4</cp:revision>
  <cp:lastPrinted>2021-02-03T07:09:00Z</cp:lastPrinted>
  <dcterms:created xsi:type="dcterms:W3CDTF">2025-04-08T08:50:00Z</dcterms:created>
  <dcterms:modified xsi:type="dcterms:W3CDTF">2025-04-08T08:55:00Z</dcterms:modified>
</cp:coreProperties>
</file>